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DA35FF" w14:textId="77777777" w:rsidR="00AB7997" w:rsidRDefault="004E73D1">
      <w:pPr>
        <w:pStyle w:val="Heading1"/>
      </w:pPr>
      <w:bookmarkStart w:id="0" w:name="_Toc370037312"/>
      <w:r>
        <w:rPr>
          <w:rFonts w:cs="Calibri"/>
          <w:sz w:val="32"/>
          <w:szCs w:val="32"/>
        </w:rPr>
        <w:t>Letter of Invitation</w:t>
      </w:r>
      <w:bookmarkEnd w:id="0"/>
    </w:p>
    <w:p w14:paraId="355644AA" w14:textId="77777777" w:rsidR="00AB7997" w:rsidRDefault="004E73D1">
      <w:pPr>
        <w:pStyle w:val="Heading1"/>
      </w:pPr>
      <w:r>
        <w:t>REQUEST FOR QUOTATION</w:t>
      </w:r>
    </w:p>
    <w:p w14:paraId="4994FD1B" w14:textId="77777777" w:rsidR="00AB7997" w:rsidRDefault="004E73D1">
      <w:pPr>
        <w:ind w:left="5760"/>
        <w:jc w:val="both"/>
        <w:rPr>
          <w:rFonts w:ascii="Calibri" w:hAnsi="Calibri" w:cs="Calibri"/>
          <w:bCs/>
        </w:rPr>
      </w:pPr>
      <w:bookmarkStart w:id="1" w:name="Ministry"/>
      <w:r>
        <w:rPr>
          <w:rFonts w:ascii="Calibri" w:hAnsi="Calibri" w:cs="Calibri"/>
          <w:bCs/>
        </w:rPr>
        <w:t xml:space="preserve">Ministry of </w:t>
      </w:r>
      <w:bookmarkEnd w:id="1"/>
      <w:r>
        <w:rPr>
          <w:rFonts w:ascii="Calibri" w:hAnsi="Calibri" w:cs="Calibri"/>
          <w:bCs/>
        </w:rPr>
        <w:t>Internal Affairs</w:t>
      </w:r>
    </w:p>
    <w:p w14:paraId="73BEDC5B" w14:textId="77777777" w:rsidR="00AB7997" w:rsidRDefault="004E73D1">
      <w:pPr>
        <w:ind w:left="576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Bairiki </w:t>
      </w:r>
    </w:p>
    <w:p w14:paraId="7C18904E" w14:textId="77777777" w:rsidR="00AB7997" w:rsidRDefault="004E73D1">
      <w:pPr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P.O. Box 75, Bairiki</w:t>
      </w:r>
    </w:p>
    <w:p w14:paraId="55650D46" w14:textId="77777777" w:rsidR="00AB7997" w:rsidRDefault="004E73D1">
      <w:pPr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Republic of Kiribati</w:t>
      </w:r>
    </w:p>
    <w:p w14:paraId="20BB29E5" w14:textId="77777777" w:rsidR="00AB7997" w:rsidRDefault="00AB7997">
      <w:pPr>
        <w:tabs>
          <w:tab w:val="right" w:leader="dot" w:pos="8640"/>
        </w:tabs>
        <w:rPr>
          <w:rFonts w:ascii="Calibri" w:hAnsi="Calibri" w:cs="Calibri"/>
        </w:rPr>
      </w:pPr>
    </w:p>
    <w:p w14:paraId="47430C82" w14:textId="77777777" w:rsidR="00AB7997" w:rsidRDefault="004E73D1">
      <w:pPr>
        <w:tabs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7243BAA7" w14:textId="77777777" w:rsidR="00AB7997" w:rsidRDefault="00AB7997">
      <w:pPr>
        <w:tabs>
          <w:tab w:val="right" w:leader="dot" w:pos="8640"/>
        </w:tabs>
        <w:rPr>
          <w:rFonts w:ascii="Calibri" w:hAnsi="Calibri" w:cs="Calibri"/>
        </w:rPr>
      </w:pPr>
    </w:p>
    <w:p w14:paraId="2B5C9A4C" w14:textId="77777777" w:rsidR="00AB7997" w:rsidRDefault="004E73D1">
      <w:p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 xml:space="preserve">The </w:t>
      </w:r>
      <w:r>
        <w:rPr>
          <w:rFonts w:ascii="Calibri" w:hAnsi="Calibri" w:cs="Calibri"/>
          <w:b/>
          <w:bCs/>
          <w:lang w:eastAsia="ko-KR"/>
        </w:rPr>
        <w:fldChar w:fldCharType="begin"/>
      </w:r>
      <w:r>
        <w:rPr>
          <w:rFonts w:ascii="Calibri" w:hAnsi="Calibri" w:cs="Calibri"/>
          <w:b/>
          <w:bCs/>
          <w:lang w:eastAsia="ko-KR"/>
        </w:rPr>
        <w:instrText xml:space="preserve"> REF Ministry \h  \* MERGEFORMAT </w:instrText>
      </w:r>
      <w:r>
        <w:rPr>
          <w:rFonts w:ascii="Calibri" w:hAnsi="Calibri" w:cs="Calibri"/>
          <w:b/>
          <w:bCs/>
          <w:lang w:eastAsia="ko-KR"/>
        </w:rPr>
      </w:r>
      <w:r>
        <w:rPr>
          <w:rFonts w:ascii="Calibri" w:hAnsi="Calibri" w:cs="Calibri"/>
          <w:b/>
          <w:bCs/>
          <w:lang w:eastAsia="ko-KR"/>
        </w:rPr>
        <w:fldChar w:fldCharType="separate"/>
      </w:r>
      <w:r>
        <w:rPr>
          <w:rFonts w:ascii="Calibri" w:hAnsi="Calibri" w:cs="Calibri"/>
        </w:rPr>
        <w:t>M</w:t>
      </w:r>
      <w:r>
        <w:rPr>
          <w:rFonts w:ascii="Calibri" w:hAnsi="Calibri" w:cs="Calibri"/>
          <w:b/>
          <w:bCs/>
          <w:lang w:eastAsia="ko-KR"/>
        </w:rPr>
        <w:fldChar w:fldCharType="end"/>
      </w:r>
      <w:r>
        <w:rPr>
          <w:rFonts w:ascii="Calibri" w:hAnsi="Calibri" w:cs="Calibri"/>
          <w:lang w:eastAsia="ko-KR"/>
        </w:rPr>
        <w:t>inistry of Internal Affairs invites Quotations from Tenderers to provide the goods described in this Request for Quotation (RFQ)</w:t>
      </w:r>
      <w:r>
        <w:rPr>
          <w:rFonts w:ascii="Calibri" w:hAnsi="Calibri" w:cs="Calibri" w:hint="eastAsia"/>
          <w:lang w:eastAsia="ko-KR"/>
        </w:rPr>
        <w:t xml:space="preserve"> </w:t>
      </w:r>
      <w:r>
        <w:rPr>
          <w:rFonts w:ascii="Calibri" w:hAnsi="Calibri" w:cs="Calibri"/>
          <w:lang w:eastAsia="ko-KR"/>
        </w:rPr>
        <w:t>as below.</w:t>
      </w:r>
    </w:p>
    <w:p w14:paraId="1A981261" w14:textId="77777777" w:rsidR="00AB7997" w:rsidRDefault="004E73D1">
      <w:pPr>
        <w:pStyle w:val="Heading2"/>
        <w:tabs>
          <w:tab w:val="left" w:pos="2835"/>
        </w:tabs>
        <w:rPr>
          <w:lang w:val="en-US"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>
        <w:t>Procurement No:</w:t>
      </w:r>
      <w:r>
        <w:tab/>
      </w:r>
      <w:bookmarkEnd w:id="2"/>
      <w:bookmarkEnd w:id="3"/>
      <w:bookmarkEnd w:id="4"/>
      <w:bookmarkEnd w:id="5"/>
      <w:r>
        <w:rPr>
          <w:rStyle w:val="Strong"/>
          <w:lang w:val="en-US"/>
        </w:rPr>
        <w:t>15-G001-21</w:t>
      </w:r>
    </w:p>
    <w:p w14:paraId="5705D2A0" w14:textId="1979A432" w:rsidR="00AB7997" w:rsidRDefault="004E73D1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</w:rPr>
        <w:t>Issue Date:</w:t>
      </w:r>
      <w:r>
        <w:rPr>
          <w:rFonts w:cs="Calibri"/>
          <w:sz w:val="24"/>
        </w:rPr>
        <w:tab/>
      </w:r>
      <w:r w:rsidR="004A6EE4">
        <w:rPr>
          <w:rFonts w:cs="Calibri"/>
          <w:sz w:val="24"/>
        </w:rPr>
        <w:t>24</w:t>
      </w:r>
      <w:r>
        <w:rPr>
          <w:rFonts w:cs="Calibri"/>
          <w:sz w:val="24"/>
        </w:rPr>
        <w:t>/03/2021</w:t>
      </w:r>
    </w:p>
    <w:p w14:paraId="156E3798" w14:textId="3427545B" w:rsidR="00AB7997" w:rsidRDefault="004E73D1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RFQ Clos</w:t>
      </w:r>
      <w:r>
        <w:rPr>
          <w:rFonts w:cs="Calibri"/>
          <w:sz w:val="24"/>
        </w:rPr>
        <w:t>ing Date:</w:t>
      </w:r>
      <w:r>
        <w:rPr>
          <w:rFonts w:cs="Calibri"/>
          <w:sz w:val="24"/>
        </w:rPr>
        <w:tab/>
      </w:r>
      <w:r>
        <w:rPr>
          <w:rFonts w:cs="Calibri"/>
          <w:color w:val="FF0000"/>
          <w:sz w:val="24"/>
        </w:rPr>
        <w:t>1</w:t>
      </w:r>
      <w:r w:rsidR="004A6EE4">
        <w:rPr>
          <w:rFonts w:cs="Calibri"/>
          <w:color w:val="FF0000"/>
          <w:sz w:val="24"/>
        </w:rPr>
        <w:t>9</w:t>
      </w:r>
      <w:r>
        <w:rPr>
          <w:rFonts w:cs="Calibri"/>
          <w:color w:val="FF0000"/>
          <w:sz w:val="24"/>
        </w:rPr>
        <w:t>/04/2021</w:t>
      </w:r>
      <w:r>
        <w:rPr>
          <w:rFonts w:cs="Calibri"/>
          <w:color w:val="FF0000"/>
          <w:sz w:val="24"/>
        </w:rPr>
        <w:t xml:space="preserve"> – </w:t>
      </w:r>
      <w:r>
        <w:rPr>
          <w:rFonts w:cs="Calibri"/>
          <w:color w:val="FF0000"/>
          <w:sz w:val="24"/>
        </w:rPr>
        <w:t>5</w:t>
      </w:r>
      <w:r>
        <w:rPr>
          <w:rFonts w:cs="Calibri"/>
          <w:color w:val="FF0000"/>
          <w:sz w:val="24"/>
        </w:rPr>
        <w:t>:00pm (Tarawa Time)</w:t>
      </w:r>
      <w:r>
        <w:rPr>
          <w:rFonts w:cs="Calibri"/>
          <w:sz w:val="24"/>
        </w:rPr>
        <w:t>*</w:t>
      </w:r>
    </w:p>
    <w:p w14:paraId="4057722C" w14:textId="77777777" w:rsidR="00AB7997" w:rsidRDefault="004E73D1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eastAsia="ko-KR"/>
        </w:rPr>
      </w:pPr>
      <w:r>
        <w:rPr>
          <w:rFonts w:cs="Calibri"/>
          <w:sz w:val="24"/>
        </w:rPr>
        <w:t>Project Title:</w:t>
      </w:r>
      <w:r>
        <w:rPr>
          <w:rFonts w:cs="Calibri"/>
          <w:sz w:val="24"/>
        </w:rPr>
        <w:tab/>
        <w:t>Request for Quotation (RFQ) for Maman Kaburara Causeway Abemama Materials</w:t>
      </w:r>
    </w:p>
    <w:p w14:paraId="75C3E569" w14:textId="77777777" w:rsidR="00AB7997" w:rsidRDefault="004E73D1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/>
        </w:rPr>
        <w:t xml:space="preserve">This RFQ consists of </w:t>
      </w:r>
      <w:r>
        <w:rPr>
          <w:rFonts w:ascii="Calibri" w:hAnsi="Calibri" w:cs="Calibri"/>
          <w:lang w:val="en-GB" w:eastAsia="ko-KR"/>
        </w:rPr>
        <w:t xml:space="preserve">the following </w:t>
      </w:r>
      <w:r>
        <w:rPr>
          <w:rFonts w:ascii="Calibri" w:hAnsi="Calibri" w:cs="Calibri"/>
          <w:lang w:val="en-GB"/>
        </w:rPr>
        <w:t>documents, in addition to this letter, in separate files</w:t>
      </w:r>
      <w:r>
        <w:rPr>
          <w:rFonts w:ascii="Calibri" w:hAnsi="Calibri" w:cs="Calibri"/>
          <w:lang w:val="en-GB" w:eastAsia="ko-KR"/>
        </w:rPr>
        <w:t>:</w:t>
      </w:r>
    </w:p>
    <w:p w14:paraId="7744EEC4" w14:textId="77777777" w:rsidR="00AB7997" w:rsidRDefault="004E73D1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 xml:space="preserve">Instructions on how to </w:t>
      </w:r>
      <w:r>
        <w:rPr>
          <w:rFonts w:ascii="Calibri" w:hAnsi="Calibri" w:cs="Calibri"/>
          <w:b/>
          <w:lang w:val="en-GB"/>
        </w:rPr>
        <w:t>submit a Quotation</w:t>
      </w:r>
    </w:p>
    <w:p w14:paraId="2A88DEB3" w14:textId="77777777" w:rsidR="00AB7997" w:rsidRDefault="004E73D1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>Time Schedule for the RFQ/procurement process</w:t>
      </w:r>
    </w:p>
    <w:p w14:paraId="5FD4387D" w14:textId="77777777" w:rsidR="00AB7997" w:rsidRDefault="004E73D1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bCs/>
          <w:lang w:val="en-GB"/>
        </w:rPr>
        <w:t xml:space="preserve">Specification of </w:t>
      </w:r>
      <w:r>
        <w:rPr>
          <w:rFonts w:ascii="Calibri" w:hAnsi="Calibri" w:cs="Calibri"/>
          <w:b/>
          <w:lang w:val="en-GB"/>
        </w:rPr>
        <w:t>Goods to be supplied</w:t>
      </w:r>
    </w:p>
    <w:p w14:paraId="6B880DD7" w14:textId="77777777" w:rsidR="00AB7997" w:rsidRDefault="004E73D1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>Evaluation Criteria and Method</w:t>
      </w:r>
    </w:p>
    <w:p w14:paraId="5D87E9AA" w14:textId="77777777" w:rsidR="00AB7997" w:rsidRDefault="004E73D1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 Contract Conditions for the Supply of Standard Goods</w:t>
      </w:r>
    </w:p>
    <w:p w14:paraId="421C02A3" w14:textId="77777777" w:rsidR="00AB7997" w:rsidRDefault="004E73D1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 xml:space="preserve">General Contract Conditions for the Supply of </w:t>
      </w:r>
      <w:r>
        <w:rPr>
          <w:rFonts w:ascii="Calibri" w:hAnsi="Calibri" w:cs="Calibri"/>
          <w:b/>
          <w:lang w:val="en-GB"/>
        </w:rPr>
        <w:t>Standard Goods</w:t>
      </w:r>
    </w:p>
    <w:p w14:paraId="479E05ED" w14:textId="77777777" w:rsidR="00AB7997" w:rsidRDefault="004E73D1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>
        <w:rPr>
          <w:rFonts w:ascii="Calibri" w:hAnsi="Calibri" w:cs="Calibri"/>
          <w:b/>
          <w:bCs/>
          <w:lang w:val="en-GB"/>
        </w:rPr>
        <w:t>Certificate of Compliance Form</w:t>
      </w:r>
    </w:p>
    <w:p w14:paraId="14561F5B" w14:textId="77777777" w:rsidR="00AB7997" w:rsidRDefault="004E73D1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6FD99C2" w14:textId="77777777" w:rsidR="00AB7997" w:rsidRDefault="004E73D1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A Supplier will be selected based on the competitive procurement procedure described in this RFQ.</w:t>
      </w:r>
    </w:p>
    <w:p w14:paraId="0A008E0F" w14:textId="77777777" w:rsidR="00AB7997" w:rsidRDefault="004E73D1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>Sincerely,</w:t>
      </w:r>
    </w:p>
    <w:p w14:paraId="52567C1D" w14:textId="77777777" w:rsidR="00AB7997" w:rsidRDefault="00AB7997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</w:p>
    <w:p w14:paraId="5AE433E2" w14:textId="77777777" w:rsidR="00AB7997" w:rsidRDefault="00AB7997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</w:p>
    <w:p w14:paraId="7FA74CA6" w14:textId="77777777" w:rsidR="00AB7997" w:rsidRDefault="004E73D1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>__________________________________</w:t>
      </w:r>
    </w:p>
    <w:p w14:paraId="50347D8E" w14:textId="77777777" w:rsidR="00AB7997" w:rsidRDefault="004E73D1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Kaotitera Rawita</w:t>
      </w:r>
      <w:r>
        <w:rPr>
          <w:rFonts w:ascii="Calibri" w:hAnsi="Calibri" w:cs="Calibri"/>
          <w:lang w:eastAsia="ko-KR"/>
        </w:rPr>
        <w:tab/>
      </w:r>
    </w:p>
    <w:p w14:paraId="08C1972B" w14:textId="77777777" w:rsidR="00AB7997" w:rsidRDefault="004E73D1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eastAsia="ko-KR"/>
        </w:rPr>
      </w:pPr>
      <w:r>
        <w:rPr>
          <w:rFonts w:ascii="Calibri" w:hAnsi="Calibri" w:cs="Calibri"/>
          <w:lang w:eastAsia="ko-KR"/>
        </w:rPr>
        <w:t>RDO</w:t>
      </w:r>
    </w:p>
    <w:p w14:paraId="05D0F34A" w14:textId="77777777" w:rsidR="00AB7997" w:rsidRDefault="004E73D1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</w:pPr>
      <w:r>
        <w:rPr>
          <w:rFonts w:ascii="Calibri" w:hAnsi="Calibri" w:cs="Calibri"/>
          <w:lang w:eastAsia="ko-KR"/>
        </w:rPr>
        <w:t xml:space="preserve">Official email address: </w:t>
      </w:r>
      <w:r>
        <w:t>krawita@internalaffairs.gov.ki</w:t>
      </w:r>
    </w:p>
    <w:p w14:paraId="3C1206DF" w14:textId="77777777" w:rsidR="00AB7997" w:rsidRDefault="004E73D1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eastAsia="ko-KR"/>
        </w:rPr>
      </w:pPr>
      <w:r>
        <w:rPr>
          <w:i/>
          <w:color w:val="FF0000"/>
          <w:lang w:eastAsia="ko-KR"/>
        </w:rPr>
        <w:t>*</w:t>
      </w:r>
      <w:r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2" w:history="1"/>
      <w:r>
        <w:rPr>
          <w:rFonts w:ascii="Calibri" w:hAnsi="Calibri" w:cs="Calibri"/>
          <w:i/>
          <w:color w:val="FF0000"/>
          <w:lang w:eastAsia="ko-KR"/>
        </w:rPr>
        <w:t xml:space="preserve"> will not be considered*</w:t>
      </w:r>
    </w:p>
    <w:sectPr w:rsidR="00AB7997">
      <w:headerReference w:type="default" r:id="rId13"/>
      <w:footerReference w:type="default" r:id="rId14"/>
      <w:headerReference w:type="first" r:id="rId15"/>
      <w:type w:val="oddPage"/>
      <w:pgSz w:w="11907" w:h="16839"/>
      <w:pgMar w:top="1702" w:right="1152" w:bottom="1080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FCFD63" w14:textId="77777777" w:rsidR="004E73D1" w:rsidRDefault="004E73D1">
      <w:r>
        <w:separator/>
      </w:r>
    </w:p>
  </w:endnote>
  <w:endnote w:type="continuationSeparator" w:id="0">
    <w:p w14:paraId="1BCADB23" w14:textId="77777777" w:rsidR="004E73D1" w:rsidRDefault="004E7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DE666" w14:textId="77777777" w:rsidR="00AB7997" w:rsidRDefault="004E73D1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0D9CC32E" w14:textId="77777777" w:rsidR="00AB7997" w:rsidRDefault="004E73D1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A6EE4">
      <w:rPr>
        <w:noProof/>
      </w:rPr>
      <w:t>2021-03-23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B17F03" w14:textId="77777777" w:rsidR="004E73D1" w:rsidRDefault="004E73D1">
      <w:r>
        <w:separator/>
      </w:r>
    </w:p>
  </w:footnote>
  <w:footnote w:type="continuationSeparator" w:id="0">
    <w:p w14:paraId="36DC108A" w14:textId="77777777" w:rsidR="004E73D1" w:rsidRDefault="004E7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8539F" w14:textId="77777777" w:rsidR="00AB7997" w:rsidRDefault="004E73D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029A844D" wp14:editId="7CD22C80">
          <wp:extent cx="590550" cy="645795"/>
          <wp:effectExtent l="0" t="0" r="0" b="1905"/>
          <wp:docPr id="35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Theme="minorHAnsi" w:hAnsiTheme="minorHAnsi" w:cs="Calibri"/>
        <w:sz w:val="20"/>
      </w:rPr>
      <w:instrText xml:space="preserve"> REF Number \h  \* MERGEFORMAT </w:instrText>
    </w:r>
    <w:r>
      <w:rPr>
        <w:rFonts w:asciiTheme="minorHAnsi" w:hAnsiTheme="minorHAnsi" w:cs="Calibri"/>
        <w:sz w:val="20"/>
      </w:rPr>
    </w:r>
    <w:r>
      <w:rPr>
        <w:rFonts w:asciiTheme="minorHAnsi" w:hAnsiTheme="minorHAnsi" w:cs="Calibri"/>
        <w:sz w:val="20"/>
      </w:rPr>
      <w:fldChar w:fldCharType="separate"/>
    </w:r>
    <w:r>
      <w:rPr>
        <w:rStyle w:val="Strong"/>
      </w:rPr>
      <w:t>RFQ-</w:t>
    </w:r>
    <w:r>
      <w:rPr>
        <w:rFonts w:ascii="Calibri" w:hAnsi="Calibri" w:cs="Calibri"/>
        <w:lang w:eastAsia="ko-KR"/>
      </w:rPr>
      <w:t>MXXX</w:t>
    </w:r>
    <w:r>
      <w:rPr>
        <w:rStyle w:val="Strong"/>
        <w:rFonts w:hint="eastAsia"/>
      </w:rPr>
      <w:t>-</w:t>
    </w:r>
    <w:r>
      <w:rPr>
        <w:rStyle w:val="Strong"/>
      </w:rPr>
      <w:t>2019-000</w:t>
    </w:r>
    <w:r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C6EFF" w14:textId="77777777" w:rsidR="00AB7997" w:rsidRDefault="004E73D1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 xml:space="preserve">GGGI Country Program Development             RFP-2011-003  Volume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31EB098D" w14:textId="77777777" w:rsidR="00AB7997" w:rsidRDefault="00AB79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75F63490"/>
    <w:multiLevelType w:val="multilevel"/>
    <w:tmpl w:val="75F634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B6A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4E09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6A1D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4A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0B0C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5E41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6EE4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E73D1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3E37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E7884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0BE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2FD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B7997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2B9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0E3A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0EA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2A59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D6A83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4B86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C6FDF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5E5C5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051176"/>
  <w15:docId w15:val="{9582F674-4462-4CE8-A7C5-22EEE63D4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rPr>
      <w:rFonts w:ascii="Times New Roman" w:hAnsi="Times New Roman"/>
      <w:b/>
      <w:bCs/>
      <w:lang w:val="en-US" w:eastAsia="en-US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Hyperlink">
    <w:name w:val="Hyperlink"/>
    <w:qFormat/>
    <w:rPr>
      <w:color w:val="0000FF"/>
      <w:u w:val="single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character" w:styleId="PageNumber">
    <w:name w:val="page number"/>
    <w:basedOn w:val="DefaultParagraphFont"/>
    <w:qFormat/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Pr>
      <w:rFonts w:ascii="Calibri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val="en-US"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20B7A52-3876-4762-86E5-8A9204C791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1</Pages>
  <Words>192</Words>
  <Characters>1095</Characters>
  <Application>Microsoft Office Word</Application>
  <DocSecurity>0</DocSecurity>
  <Lines>9</Lines>
  <Paragraphs>2</Paragraphs>
  <ScaleCrop>false</ScaleCrop>
  <Company>PricewaterhouseCoopers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RDO</cp:lastModifiedBy>
  <cp:revision>2</cp:revision>
  <cp:lastPrinted>2013-10-18T08:32:00Z</cp:lastPrinted>
  <dcterms:created xsi:type="dcterms:W3CDTF">2021-03-23T00:42:00Z</dcterms:created>
  <dcterms:modified xsi:type="dcterms:W3CDTF">2021-03-23T00:42:00Z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1033-11.2.0.10017</vt:lpwstr>
  </property>
</Properties>
</file>